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04" w:rsidRDefault="007A4F04" w:rsidP="007A4F04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sz w:val="24"/>
          <w:szCs w:val="24"/>
        </w:rPr>
        <w:t xml:space="preserve">           </w:t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AC4363" w:rsidRPr="006800DB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800DB" w:rsidRDefault="0071620A" w:rsidP="00707A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</w:t>
      </w:r>
      <w:r w:rsidR="00707A9D">
        <w:rPr>
          <w:rFonts w:ascii="Corbel" w:hAnsi="Corbel"/>
          <w:b/>
          <w:smallCaps/>
          <w:sz w:val="24"/>
          <w:szCs w:val="24"/>
        </w:rPr>
        <w:t>2024-2029</w:t>
      </w:r>
    </w:p>
    <w:p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</w:t>
      </w:r>
      <w:r w:rsidR="00707A9D">
        <w:rPr>
          <w:rFonts w:ascii="Corbel" w:hAnsi="Corbel"/>
          <w:sz w:val="24"/>
          <w:szCs w:val="24"/>
        </w:rPr>
        <w:t>4</w:t>
      </w:r>
      <w:r w:rsidR="0044432E" w:rsidRPr="006800DB">
        <w:rPr>
          <w:rFonts w:ascii="Corbel" w:hAnsi="Corbel"/>
          <w:sz w:val="24"/>
          <w:szCs w:val="24"/>
        </w:rPr>
        <w:t>/202</w:t>
      </w:r>
      <w:r w:rsidR="00707A9D">
        <w:rPr>
          <w:rFonts w:ascii="Corbel" w:hAnsi="Corbel"/>
          <w:sz w:val="24"/>
          <w:szCs w:val="24"/>
        </w:rPr>
        <w:t>5</w:t>
      </w:r>
    </w:p>
    <w:p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800DB" w:rsidRDefault="007A265C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:rsidTr="00B819C8">
        <w:tc>
          <w:tcPr>
            <w:tcW w:w="2694" w:type="dxa"/>
            <w:vAlign w:val="center"/>
          </w:tcPr>
          <w:p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B6BE8" w:rsidRDefault="006B0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6BE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Maciej Wnuk, prof. UR</w:t>
            </w:r>
          </w:p>
        </w:tc>
      </w:tr>
      <w:tr w:rsidR="0085747A" w:rsidRPr="006800DB" w:rsidTr="00B819C8">
        <w:tc>
          <w:tcPr>
            <w:tcW w:w="2694" w:type="dxa"/>
            <w:vAlign w:val="center"/>
          </w:tcPr>
          <w:p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B6BE8" w:rsidRDefault="00C9503A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6BE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Mateusz </w:t>
            </w:r>
            <w:proofErr w:type="spellStart"/>
            <w:r w:rsidRPr="00FB6BE8">
              <w:rPr>
                <w:rFonts w:ascii="Corbel" w:hAnsi="Corbel"/>
                <w:b w:val="0"/>
                <w:color w:val="auto"/>
                <w:sz w:val="24"/>
                <w:szCs w:val="24"/>
              </w:rPr>
              <w:t>Mołoń</w:t>
            </w:r>
            <w:proofErr w:type="spellEnd"/>
            <w:r w:rsidRPr="00FB6BE8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  <w:bookmarkStart w:id="0" w:name="_GoBack"/>
            <w:bookmarkEnd w:id="0"/>
          </w:p>
        </w:tc>
      </w:tr>
    </w:tbl>
    <w:p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6800DB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Wykł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Konw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Sem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Prakt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A160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A160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800DB" w:rsidTr="00745302">
        <w:tc>
          <w:tcPr>
            <w:tcW w:w="9670" w:type="dxa"/>
          </w:tcPr>
          <w:p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:rsidTr="0044432E">
        <w:tc>
          <w:tcPr>
            <w:tcW w:w="84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163D17" w:rsidRPr="006800DB" w:rsidTr="00963B35">
        <w:tc>
          <w:tcPr>
            <w:tcW w:w="1681" w:type="dxa"/>
            <w:vAlign w:val="center"/>
          </w:tcPr>
          <w:p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:rsidTr="00963B35">
        <w:tc>
          <w:tcPr>
            <w:tcW w:w="1681" w:type="dxa"/>
            <w:vAlign w:val="center"/>
          </w:tcPr>
          <w:p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:rsidTr="00191747">
        <w:tc>
          <w:tcPr>
            <w:tcW w:w="1681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:rsidTr="00191747">
        <w:tc>
          <w:tcPr>
            <w:tcW w:w="1681" w:type="dxa"/>
          </w:tcPr>
          <w:p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:rsidTr="00191747">
        <w:tc>
          <w:tcPr>
            <w:tcW w:w="1681" w:type="dxa"/>
          </w:tcPr>
          <w:p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800DB" w:rsidTr="00075C58">
        <w:tc>
          <w:tcPr>
            <w:tcW w:w="9520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Struktura i właściwości kwasów nukleinowych. Organizacja genomu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Prokaryota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. Organizacja mitochondrialnego DNA.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Transpozony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. Typy i funkcje RNA.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na poziomie transkrypcji. Mechanizmy epigenetyczne. Modyfikacje histonów oraz DNA.  Regulowanie ekspresji genów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potranskrypcyjnie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siRNA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mikroRNA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lncRNA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Splicing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mechanizm dojrzewania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Kod genetyczny. Translacja.  Modyfikacje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posttranslacyjne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transport białek w komórce.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800DB" w:rsidTr="00075C58">
        <w:tc>
          <w:tcPr>
            <w:tcW w:w="9520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Podział komórki. Obserwacja mitozy w komórkach </w:t>
            </w:r>
            <w:proofErr w:type="spellStart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merystemów</w:t>
            </w:r>
            <w:proofErr w:type="spellEnd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 xml:space="preserve"> wierzchołkowych korzenia cebuli oraz czosnku.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 xml:space="preserve">Genetyka klasyczna: Badania Grzegorza Mendla, Segregacja cech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mendlowskich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(prawa dziedziczenia : segregacja cech dominujących i recesywnych, niezależna segregacja dwóch cech, krzyżówki testowe, odstępstwa od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mendlowskiego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wzoru dziedziczenia.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oragnizmu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modelowego Genetyka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politenicznych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z gruczołów ślinowych larw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:rsidTr="00075C58">
        <w:tc>
          <w:tcPr>
            <w:tcW w:w="9520" w:type="dxa"/>
          </w:tcPr>
          <w:p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6800DB" w:rsidTr="00BE51A6">
        <w:tc>
          <w:tcPr>
            <w:tcW w:w="1962" w:type="dxa"/>
            <w:vAlign w:val="center"/>
          </w:tcPr>
          <w:p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:rsidTr="00BE51A6">
        <w:tc>
          <w:tcPr>
            <w:tcW w:w="1962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:rsidTr="00BE51A6">
        <w:tc>
          <w:tcPr>
            <w:tcW w:w="1962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:rsidTr="00BE51A6">
        <w:tc>
          <w:tcPr>
            <w:tcW w:w="1962" w:type="dxa"/>
            <w:vAlign w:val="center"/>
          </w:tcPr>
          <w:p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800DB" w:rsidTr="00923D7D">
        <w:tc>
          <w:tcPr>
            <w:tcW w:w="9670" w:type="dxa"/>
          </w:tcPr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B: Pytania z zakresu widomości do rozumienia;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C: Rozwiązywanie zadania pisemnego typowego;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Kryteria oceny: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niewystarczające rozwiązanie zadań tylko z obszaru A i B =ocena 2,0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6"/>
        <w:gridCol w:w="4104"/>
      </w:tblGrid>
      <w:tr w:rsidR="0085747A" w:rsidRPr="006800DB" w:rsidTr="00A91E6A">
        <w:tc>
          <w:tcPr>
            <w:tcW w:w="5416" w:type="dxa"/>
            <w:vAlign w:val="center"/>
          </w:tcPr>
          <w:p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:rsidTr="00A91E6A">
        <w:tc>
          <w:tcPr>
            <w:tcW w:w="5416" w:type="dxa"/>
          </w:tcPr>
          <w:p w:rsidR="0085747A" w:rsidRPr="006800DB" w:rsidRDefault="00C61DC5" w:rsidP="00D40E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:rsidR="0085747A" w:rsidRPr="006800DB" w:rsidRDefault="00075C58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:rsidTr="00A91E6A">
        <w:tc>
          <w:tcPr>
            <w:tcW w:w="5416" w:type="dxa"/>
          </w:tcPr>
          <w:p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:rsidR="00C61DC5" w:rsidRPr="006800DB" w:rsidRDefault="007A5F7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00DB" w:rsidTr="00A91E6A">
        <w:tc>
          <w:tcPr>
            <w:tcW w:w="5416" w:type="dxa"/>
          </w:tcPr>
          <w:p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:rsidR="00C61DC5" w:rsidRPr="006800DB" w:rsidRDefault="00A91E6A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6800DB" w:rsidTr="00A91E6A">
        <w:tc>
          <w:tcPr>
            <w:tcW w:w="5416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:rsidR="0085747A" w:rsidRPr="006800DB" w:rsidRDefault="00075C5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800DB" w:rsidTr="00A91E6A">
        <w:tc>
          <w:tcPr>
            <w:tcW w:w="5416" w:type="dxa"/>
          </w:tcPr>
          <w:p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800DB" w:rsidTr="00BE51A6">
        <w:trPr>
          <w:trHeight w:val="397"/>
        </w:trPr>
        <w:tc>
          <w:tcPr>
            <w:tcW w:w="4082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:rsidTr="00BE51A6">
        <w:trPr>
          <w:trHeight w:val="397"/>
        </w:trPr>
        <w:tc>
          <w:tcPr>
            <w:tcW w:w="4082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5747A" w:rsidRPr="006800DB" w:rsidTr="00BE51A6">
        <w:trPr>
          <w:trHeight w:val="397"/>
        </w:trPr>
        <w:tc>
          <w:tcPr>
            <w:tcW w:w="9497" w:type="dxa"/>
          </w:tcPr>
          <w:p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Allison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Sadakierska-Chudy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Piatkowski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Kłyszejko-Stefanowicz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:rsidTr="00BE51A6">
        <w:trPr>
          <w:trHeight w:val="397"/>
        </w:trPr>
        <w:tc>
          <w:tcPr>
            <w:tcW w:w="9497" w:type="dxa"/>
          </w:tcPr>
          <w:p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Uniwersytetu Przyrodniczego, Poznań 2008.</w:t>
            </w:r>
          </w:p>
          <w:p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Baza danych: </w:t>
            </w:r>
            <w:proofErr w:type="spellStart"/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Pubmed</w:t>
            </w:r>
            <w:proofErr w:type="spellEnd"/>
          </w:p>
          <w:p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BF8" w:rsidRDefault="00B90BF8" w:rsidP="00C16ABF">
      <w:pPr>
        <w:spacing w:after="0" w:line="240" w:lineRule="auto"/>
      </w:pPr>
      <w:r>
        <w:separator/>
      </w:r>
    </w:p>
  </w:endnote>
  <w:endnote w:type="continuationSeparator" w:id="0">
    <w:p w:rsidR="00B90BF8" w:rsidRDefault="00B90B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BF8" w:rsidRDefault="00B90BF8" w:rsidP="00C16ABF">
      <w:pPr>
        <w:spacing w:after="0" w:line="240" w:lineRule="auto"/>
      </w:pPr>
      <w:r>
        <w:separator/>
      </w:r>
    </w:p>
  </w:footnote>
  <w:footnote w:type="continuationSeparator" w:id="0">
    <w:p w:rsidR="00B90BF8" w:rsidRDefault="00B90BF8" w:rsidP="00C16ABF">
      <w:pPr>
        <w:spacing w:after="0" w:line="240" w:lineRule="auto"/>
      </w:pPr>
      <w:r>
        <w:continuationSeparator/>
      </w:r>
    </w:p>
  </w:footnote>
  <w:footnote w:id="1">
    <w:p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1C7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24BC"/>
    <w:rsid w:val="0009462C"/>
    <w:rsid w:val="00094B12"/>
    <w:rsid w:val="000953D8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733"/>
    <w:rsid w:val="001718A7"/>
    <w:rsid w:val="001737CF"/>
    <w:rsid w:val="00176083"/>
    <w:rsid w:val="0018608D"/>
    <w:rsid w:val="0019120F"/>
    <w:rsid w:val="00191747"/>
    <w:rsid w:val="00192F37"/>
    <w:rsid w:val="00193750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0CFA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4669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17F0C"/>
    <w:rsid w:val="00520E1C"/>
    <w:rsid w:val="0053103F"/>
    <w:rsid w:val="005363C4"/>
    <w:rsid w:val="00536BDE"/>
    <w:rsid w:val="00543ACC"/>
    <w:rsid w:val="0056696D"/>
    <w:rsid w:val="00581B00"/>
    <w:rsid w:val="0059484D"/>
    <w:rsid w:val="00595209"/>
    <w:rsid w:val="005A0855"/>
    <w:rsid w:val="005A3196"/>
    <w:rsid w:val="005C080F"/>
    <w:rsid w:val="005C0A5E"/>
    <w:rsid w:val="005C55E5"/>
    <w:rsid w:val="005C696A"/>
    <w:rsid w:val="005E6E85"/>
    <w:rsid w:val="005F31D2"/>
    <w:rsid w:val="006004ED"/>
    <w:rsid w:val="0061029B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0ED0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07A9D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4F04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2735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0BE"/>
    <w:rsid w:val="00A16315"/>
    <w:rsid w:val="00A21AEA"/>
    <w:rsid w:val="00A2245B"/>
    <w:rsid w:val="00A23205"/>
    <w:rsid w:val="00A30110"/>
    <w:rsid w:val="00A30C5B"/>
    <w:rsid w:val="00A33A04"/>
    <w:rsid w:val="00A36899"/>
    <w:rsid w:val="00A371F6"/>
    <w:rsid w:val="00A42264"/>
    <w:rsid w:val="00A43BF6"/>
    <w:rsid w:val="00A523F4"/>
    <w:rsid w:val="00A53FA5"/>
    <w:rsid w:val="00A54817"/>
    <w:rsid w:val="00A601C8"/>
    <w:rsid w:val="00A60799"/>
    <w:rsid w:val="00A740CF"/>
    <w:rsid w:val="00A74348"/>
    <w:rsid w:val="00A758DA"/>
    <w:rsid w:val="00A84C85"/>
    <w:rsid w:val="00A91E6A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0BF8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503A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0E97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3442"/>
    <w:rsid w:val="00DF483C"/>
    <w:rsid w:val="00DF71C8"/>
    <w:rsid w:val="00E06D5B"/>
    <w:rsid w:val="00E07E84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2914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16FB"/>
    <w:rsid w:val="00FA46E5"/>
    <w:rsid w:val="00FB13C1"/>
    <w:rsid w:val="00FB6BBD"/>
    <w:rsid w:val="00FB6BE8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0D72-1A01-4D1D-A3D0-2EA3AED8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2023-10-12T11:56:00Z</dcterms:created>
  <dcterms:modified xsi:type="dcterms:W3CDTF">2024-09-29T20:28:00Z</dcterms:modified>
</cp:coreProperties>
</file>